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97" w:rsidRPr="00311E02" w:rsidRDefault="00EB1C97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</w:t>
      </w:r>
    </w:p>
    <w:p w:rsidR="00EB1C97" w:rsidRDefault="00EB1C97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B1C97" w:rsidRDefault="00EB1C97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АННЕНКОВСКОГО СЕЛЬСКОГО ПОСЕЛЕНИЯ</w:t>
      </w:r>
    </w:p>
    <w:p w:rsidR="00EB1C97" w:rsidRPr="000B5FC6" w:rsidRDefault="00EB1C97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EB1C97" w:rsidRPr="00007511" w:rsidRDefault="00EB1C97" w:rsidP="00DD4AD1">
      <w:pPr>
        <w:pStyle w:val="Heading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EB1C97" w:rsidRPr="00A605FE" w:rsidRDefault="00EB1C97" w:rsidP="00DD4AD1">
      <w:pPr>
        <w:jc w:val="center"/>
        <w:rPr>
          <w:b/>
          <w:sz w:val="28"/>
          <w:szCs w:val="28"/>
        </w:rPr>
      </w:pPr>
    </w:p>
    <w:p w:rsidR="00EB1C97" w:rsidRPr="00990550" w:rsidRDefault="00EB1C97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EB1C97" w:rsidRPr="00FB3ED9" w:rsidRDefault="00EB1C97" w:rsidP="00DD4AD1">
      <w:pPr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2pt;margin-top:9.15pt;width:471.6pt;height:.75pt;flip:y;z-index:251658240" o:connectortype="straight" strokeweight="1.5pt"/>
        </w:pict>
      </w:r>
    </w:p>
    <w:p w:rsidR="00EB1C97" w:rsidRPr="00FB3ED9" w:rsidRDefault="00EB1C97" w:rsidP="00DD4AD1"/>
    <w:p w:rsidR="00EB1C97" w:rsidRDefault="00EB1C97" w:rsidP="00CA35AD">
      <w:r>
        <w:t xml:space="preserve">      от «29»  апреля  2022 г.                                                                                                 № 11</w:t>
      </w:r>
    </w:p>
    <w:p w:rsidR="00EB1C97" w:rsidRDefault="00EB1C97" w:rsidP="009F535C"/>
    <w:p w:rsidR="00EB1C97" w:rsidRPr="006748CF" w:rsidRDefault="00EB1C97" w:rsidP="00DD4AD1">
      <w:pPr>
        <w:jc w:val="center"/>
      </w:pPr>
      <w:r>
        <w:t>с. Анненк</w:t>
      </w:r>
      <w:r w:rsidRPr="006748CF">
        <w:t>ово</w:t>
      </w:r>
    </w:p>
    <w:p w:rsidR="00EB1C97" w:rsidRDefault="00EB1C97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B1C97" w:rsidRPr="00223DCF" w:rsidRDefault="00EB1C97" w:rsidP="00AB7FE2">
      <w:r w:rsidRPr="00223DCF">
        <w:t xml:space="preserve">Об исполнении бюджета                                                             </w:t>
      </w:r>
      <w:r>
        <w:t xml:space="preserve">                                                  </w:t>
      </w:r>
      <w:r w:rsidRPr="00223DCF">
        <w:t xml:space="preserve"> </w:t>
      </w:r>
      <w:r>
        <w:t xml:space="preserve"> Анненковского </w:t>
      </w:r>
      <w:r w:rsidRPr="00223DCF">
        <w:t>сельского поселения</w:t>
      </w:r>
    </w:p>
    <w:p w:rsidR="00EB1C97" w:rsidRPr="00223DCF" w:rsidRDefault="00EB1C97" w:rsidP="00046C5E">
      <w:pPr>
        <w:jc w:val="both"/>
      </w:pPr>
      <w:r w:rsidRPr="00223DCF">
        <w:t xml:space="preserve">Ромодановского муниципального района </w:t>
      </w:r>
    </w:p>
    <w:p w:rsidR="00EB1C97" w:rsidRPr="00223DCF" w:rsidRDefault="00EB1C97" w:rsidP="00046C5E">
      <w:pPr>
        <w:jc w:val="both"/>
      </w:pPr>
      <w:r w:rsidRPr="00223DCF">
        <w:t>Республики Мордовия за 2021 год</w:t>
      </w:r>
    </w:p>
    <w:p w:rsidR="00EB1C97" w:rsidRPr="00223DCF" w:rsidRDefault="00EB1C97" w:rsidP="00B204EC">
      <w:pPr>
        <w:jc w:val="both"/>
      </w:pPr>
    </w:p>
    <w:p w:rsidR="00EB1C97" w:rsidRPr="00223DCF" w:rsidRDefault="00EB1C97" w:rsidP="00B204EC">
      <w:pPr>
        <w:jc w:val="both"/>
      </w:pPr>
    </w:p>
    <w:p w:rsidR="00EB1C97" w:rsidRPr="00223DCF" w:rsidRDefault="00EB1C97" w:rsidP="00B204EC">
      <w:pPr>
        <w:jc w:val="both"/>
      </w:pPr>
    </w:p>
    <w:p w:rsidR="00EB1C97" w:rsidRPr="00223DCF" w:rsidRDefault="00EB1C97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>
        <w:t>0</w:t>
      </w:r>
      <w:r w:rsidRPr="00223DCF">
        <w:t xml:space="preserve"> Устава </w:t>
      </w:r>
      <w:r>
        <w:t>Анненковского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>
        <w:t>Анненковского</w:t>
      </w:r>
      <w:r w:rsidRPr="00223DCF">
        <w:t xml:space="preserve"> сельского поселения Ромодановского муниципального района Республики Мордовия</w:t>
      </w:r>
    </w:p>
    <w:p w:rsidR="00EB1C97" w:rsidRPr="00223DCF" w:rsidRDefault="00EB1C97" w:rsidP="00B204EC">
      <w:pPr>
        <w:jc w:val="center"/>
      </w:pPr>
    </w:p>
    <w:p w:rsidR="00EB1C97" w:rsidRPr="00223DCF" w:rsidRDefault="00EB1C97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EB1C97" w:rsidRPr="00223DCF" w:rsidRDefault="00EB1C97" w:rsidP="00B204EC">
      <w:pPr>
        <w:jc w:val="both"/>
      </w:pPr>
    </w:p>
    <w:p w:rsidR="00EB1C97" w:rsidRPr="00223DCF" w:rsidRDefault="00EB1C97" w:rsidP="00354974">
      <w:pPr>
        <w:ind w:firstLine="540"/>
        <w:jc w:val="both"/>
      </w:pPr>
      <w:r w:rsidRPr="00223DCF">
        <w:t xml:space="preserve">1. Утвердить отчет об исполнении бюджета </w:t>
      </w:r>
      <w:r>
        <w:t>Анненковского</w:t>
      </w:r>
      <w:r w:rsidRPr="00223DCF">
        <w:t xml:space="preserve"> сельского поселения  Ромодановского муниципального  района Республики Мордовия за 2021  год:</w:t>
      </w:r>
    </w:p>
    <w:p w:rsidR="00EB1C97" w:rsidRPr="00223DCF" w:rsidRDefault="00EB1C97" w:rsidP="00354974">
      <w:pPr>
        <w:ind w:firstLine="540"/>
        <w:jc w:val="both"/>
      </w:pPr>
      <w:r w:rsidRPr="00223DCF">
        <w:t xml:space="preserve">по доходам в  сумме </w:t>
      </w:r>
      <w:r>
        <w:t>5518,6</w:t>
      </w:r>
      <w:r w:rsidRPr="00223DCF">
        <w:t xml:space="preserve"> тыс. рублей;</w:t>
      </w:r>
    </w:p>
    <w:p w:rsidR="00EB1C97" w:rsidRPr="00223DCF" w:rsidRDefault="00EB1C97" w:rsidP="00354974">
      <w:pPr>
        <w:ind w:firstLine="540"/>
        <w:jc w:val="both"/>
      </w:pPr>
      <w:r w:rsidRPr="00223DCF">
        <w:t xml:space="preserve">по расходам в сумме </w:t>
      </w:r>
      <w:r>
        <w:t>5712,4</w:t>
      </w:r>
      <w:r w:rsidRPr="00223DCF">
        <w:t xml:space="preserve"> тыс. рублей;</w:t>
      </w:r>
    </w:p>
    <w:p w:rsidR="00EB1C97" w:rsidRPr="00223DCF" w:rsidRDefault="00EB1C97" w:rsidP="00354974">
      <w:pPr>
        <w:ind w:firstLine="540"/>
        <w:jc w:val="both"/>
      </w:pPr>
      <w:r w:rsidRPr="00223DCF">
        <w:t xml:space="preserve">при превышении расходов над доходами  в сумме </w:t>
      </w:r>
      <w:r>
        <w:t>193,8</w:t>
      </w:r>
      <w:r w:rsidRPr="00223DCF">
        <w:t xml:space="preserve"> тыс. рублей.</w:t>
      </w:r>
    </w:p>
    <w:p w:rsidR="00EB1C97" w:rsidRPr="00223DCF" w:rsidRDefault="00EB1C97" w:rsidP="00354974">
      <w:pPr>
        <w:ind w:firstLine="540"/>
        <w:jc w:val="both"/>
      </w:pPr>
      <w:r w:rsidRPr="00223DCF">
        <w:t>2. Утвердить показатели:</w:t>
      </w:r>
    </w:p>
    <w:p w:rsidR="00EB1C97" w:rsidRPr="00223DCF" w:rsidRDefault="00EB1C97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Pr="00223DCF">
        <w:t xml:space="preserve"> </w:t>
      </w:r>
      <w:r>
        <w:t>Анненковского</w:t>
      </w:r>
      <w:r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2021 год по кодам классификации доход</w:t>
      </w:r>
      <w:r>
        <w:rPr>
          <w:bCs/>
        </w:rPr>
        <w:t>ов</w:t>
      </w:r>
      <w:r w:rsidRPr="00223DCF">
        <w:rPr>
          <w:bCs/>
        </w:rPr>
        <w:t xml:space="preserve"> бюджета</w:t>
      </w:r>
      <w:r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EB1C97" w:rsidRPr="00223DCF" w:rsidRDefault="00EB1C97" w:rsidP="00354974">
      <w:pPr>
        <w:ind w:firstLine="540"/>
        <w:jc w:val="both"/>
      </w:pPr>
      <w:r w:rsidRPr="00223DCF">
        <w:t xml:space="preserve">расходов  бюджета </w:t>
      </w:r>
      <w:r>
        <w:t>Анненковского</w:t>
      </w:r>
      <w:r w:rsidRPr="00223DCF">
        <w:t xml:space="preserve"> сельского поселения Ромодановского муниципального района в 2021 году по ведомственной структуре расходов бюджета Ромодановского сельского поселения Ромодановского муниципального района согласно приложению 3;</w:t>
      </w:r>
    </w:p>
    <w:p w:rsidR="00EB1C97" w:rsidRPr="00223DCF" w:rsidRDefault="00EB1C97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 xml:space="preserve">бюджета </w:t>
      </w:r>
      <w:r>
        <w:t>Анненковского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Pr="00223DCF">
        <w:rPr>
          <w:b/>
          <w:bCs/>
        </w:rPr>
        <w:t xml:space="preserve">     </w:t>
      </w:r>
    </w:p>
    <w:p w:rsidR="00EB1C97" w:rsidRPr="00223DCF" w:rsidRDefault="00EB1C97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источников  финансирования дефицита бюджета </w:t>
      </w:r>
      <w:r>
        <w:t>Анненковского</w:t>
      </w:r>
      <w:r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</w:t>
      </w:r>
      <w:r>
        <w:rPr>
          <w:bCs/>
        </w:rPr>
        <w:t>за</w:t>
      </w:r>
      <w:r w:rsidRPr="00223DCF">
        <w:rPr>
          <w:bCs/>
        </w:rPr>
        <w:t xml:space="preserve"> 2021 год</w:t>
      </w:r>
      <w:r>
        <w:rPr>
          <w:bCs/>
        </w:rPr>
        <w:t xml:space="preserve"> по кодам классификации источников финансирования дефицитов бюджета </w:t>
      </w:r>
      <w:r w:rsidRPr="00223DCF">
        <w:rPr>
          <w:bCs/>
        </w:rPr>
        <w:t xml:space="preserve"> согласно приложению </w:t>
      </w:r>
      <w:r>
        <w:rPr>
          <w:bCs/>
        </w:rPr>
        <w:t>4</w:t>
      </w:r>
      <w:r w:rsidRPr="00223DCF">
        <w:rPr>
          <w:bCs/>
        </w:rPr>
        <w:t>;</w:t>
      </w:r>
    </w:p>
    <w:p w:rsidR="00EB1C97" w:rsidRPr="00223DCF" w:rsidRDefault="00EB1C97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EB1C97" w:rsidRPr="00223DCF" w:rsidRDefault="00EB1C97" w:rsidP="00B204EC">
      <w:pPr>
        <w:ind w:firstLine="540"/>
        <w:jc w:val="both"/>
        <w:rPr>
          <w:bCs/>
        </w:rPr>
      </w:pPr>
    </w:p>
    <w:p w:rsidR="00EB1C97" w:rsidRPr="00223DCF" w:rsidRDefault="00EB1C97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W w:w="0" w:type="auto"/>
        <w:tblLook w:val="00A0"/>
      </w:tblPr>
      <w:tblGrid>
        <w:gridCol w:w="5204"/>
        <w:gridCol w:w="5205"/>
      </w:tblGrid>
      <w:tr w:rsidR="00EB1C97" w:rsidRPr="00223DCF" w:rsidTr="00EB5D37">
        <w:tc>
          <w:tcPr>
            <w:tcW w:w="5204" w:type="dxa"/>
          </w:tcPr>
          <w:p w:rsidR="00EB1C97" w:rsidRPr="00223DCF" w:rsidRDefault="00EB1C97" w:rsidP="00EB5D37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EB1C97" w:rsidRPr="00223DCF" w:rsidRDefault="00EB1C97" w:rsidP="00EB5D37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EB1C97" w:rsidRPr="00223DCF" w:rsidTr="00EB5D37">
        <w:tc>
          <w:tcPr>
            <w:tcW w:w="5204" w:type="dxa"/>
          </w:tcPr>
          <w:p w:rsidR="00EB1C97" w:rsidRPr="00EB5D37" w:rsidRDefault="00EB1C97" w:rsidP="00EB5D3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EB5D37">
              <w:rPr>
                <w:b/>
              </w:rPr>
              <w:t>Глава Анненковского</w:t>
            </w:r>
          </w:p>
          <w:p w:rsidR="00EB1C97" w:rsidRPr="00EB5D37" w:rsidRDefault="00EB1C97" w:rsidP="00EB5D3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EB5D37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EB1C97" w:rsidRPr="00EB5D37" w:rsidRDefault="00EB1C97" w:rsidP="00EB5D3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EB1C97" w:rsidRPr="00EB5D37" w:rsidRDefault="00EB1C97" w:rsidP="00EB5D3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EB5D37">
              <w:rPr>
                <w:b/>
              </w:rPr>
              <w:t>Т.В.Грызунова</w:t>
            </w:r>
          </w:p>
        </w:tc>
      </w:tr>
    </w:tbl>
    <w:p w:rsidR="00EB1C97" w:rsidRPr="00223DCF" w:rsidRDefault="00EB1C97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EB1C97" w:rsidRPr="00223DCF" w:rsidSect="006C4F49">
      <w:headerReference w:type="even" r:id="rId7"/>
      <w:headerReference w:type="default" r:id="rId8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C97" w:rsidRDefault="00EB1C97">
      <w:r>
        <w:separator/>
      </w:r>
    </w:p>
  </w:endnote>
  <w:endnote w:type="continuationSeparator" w:id="0">
    <w:p w:rsidR="00EB1C97" w:rsidRDefault="00EB1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C97" w:rsidRDefault="00EB1C97">
      <w:r>
        <w:separator/>
      </w:r>
    </w:p>
  </w:footnote>
  <w:footnote w:type="continuationSeparator" w:id="0">
    <w:p w:rsidR="00EB1C97" w:rsidRDefault="00EB1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97" w:rsidRDefault="00EB1C97" w:rsidP="00E7368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1C97" w:rsidRDefault="00EB1C97" w:rsidP="00730D7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97" w:rsidRDefault="00EB1C97" w:rsidP="00730D7A">
    <w:pPr>
      <w:pStyle w:val="Header"/>
      <w:ind w:right="360"/>
    </w:pPr>
  </w:p>
  <w:p w:rsidR="00EB1C97" w:rsidRDefault="00EB1C97" w:rsidP="00730D7A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5A1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5FC6"/>
    <w:rsid w:val="000B670A"/>
    <w:rsid w:val="000B6BDD"/>
    <w:rsid w:val="000B7928"/>
    <w:rsid w:val="000C1575"/>
    <w:rsid w:val="000C179E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92A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48C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41EB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51AA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0550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05FE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1C97"/>
    <w:rsid w:val="00EB2248"/>
    <w:rsid w:val="00EB2E24"/>
    <w:rsid w:val="00EB39A9"/>
    <w:rsid w:val="00EB4977"/>
    <w:rsid w:val="00EB4CAA"/>
    <w:rsid w:val="00EB5D37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3D35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3ED9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1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2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62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62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62A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62A4"/>
    <w:rPr>
      <w:rFonts w:asciiTheme="majorHAnsi" w:eastAsiaTheme="majorEastAsia" w:hAnsiTheme="majorHAnsi" w:cstheme="majorBidi"/>
    </w:rPr>
  </w:style>
  <w:style w:type="paragraph" w:customStyle="1" w:styleId="ConsPlusNormal">
    <w:name w:val="ConsPlusNormal"/>
    <w:uiPriority w:val="99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333B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D62EE6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262A4"/>
    <w:rPr>
      <w:sz w:val="24"/>
      <w:szCs w:val="24"/>
    </w:rPr>
  </w:style>
  <w:style w:type="paragraph" w:customStyle="1" w:styleId="ConsPlusNonformat">
    <w:name w:val="ConsPlusNonformat"/>
    <w:uiPriority w:val="99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49F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2A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30D7A"/>
    <w:rPr>
      <w:rFonts w:cs="Times New Roman"/>
    </w:rPr>
  </w:style>
  <w:style w:type="paragraph" w:customStyle="1" w:styleId="ConsPlusCell">
    <w:name w:val="ConsPlusCell"/>
    <w:uiPriority w:val="99"/>
    <w:rsid w:val="00312CF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7841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41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4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2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84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2A4"/>
    <w:rPr>
      <w:sz w:val="0"/>
      <w:szCs w:val="0"/>
    </w:rPr>
  </w:style>
  <w:style w:type="paragraph" w:customStyle="1" w:styleId="ConsNormal">
    <w:name w:val="ConsNormal"/>
    <w:uiPriority w:val="99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">
    <w:name w:val="Знак1 Знак Знак Знак Знак Знак Знак Знак Знак Знак"/>
    <w:basedOn w:val="Normal"/>
    <w:next w:val="Normal"/>
    <w:uiPriority w:val="99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1"/>
    <w:basedOn w:val="Normal"/>
    <w:next w:val="Normal"/>
    <w:uiPriority w:val="99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">
    <w:name w:val="Знак Знак Знак Знак"/>
    <w:basedOn w:val="Normal"/>
    <w:next w:val="Normal"/>
    <w:uiPriority w:val="99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 Знак Знак1"/>
    <w:basedOn w:val="Normal"/>
    <w:next w:val="Normal"/>
    <w:uiPriority w:val="99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9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320</Words>
  <Characters>1830</Characters>
  <Application>Microsoft Office Outlook</Application>
  <DocSecurity>0</DocSecurity>
  <Lines>0</Lines>
  <Paragraphs>0</Paragraphs>
  <ScaleCrop>false</ScaleCrop>
  <Company>minfinrm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subject/>
  <dc:creator>vlasova</dc:creator>
  <cp:keywords/>
  <dc:description/>
  <cp:lastModifiedBy>User</cp:lastModifiedBy>
  <cp:revision>16</cp:revision>
  <cp:lastPrinted>2020-05-07T06:52:00Z</cp:lastPrinted>
  <dcterms:created xsi:type="dcterms:W3CDTF">2020-05-07T06:51:00Z</dcterms:created>
  <dcterms:modified xsi:type="dcterms:W3CDTF">2022-05-16T11:28:00Z</dcterms:modified>
</cp:coreProperties>
</file>